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1C27A4F1">
                      <wp:simplePos x="0" y="0"/>
                      <wp:positionH relativeFrom="column">
                        <wp:posOffset>864235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0" t="0" r="19050" b="19050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47BD8B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05pt,4.4pt" to="105.5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O/NAvj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4899CB64" w:rsidR="002553A0" w:rsidRPr="002100E8" w:rsidRDefault="006E7F12" w:rsidP="00A81A01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A81A01">
              <w:rPr>
                <w:i/>
                <w:sz w:val="28"/>
                <w:szCs w:val="28"/>
              </w:rPr>
              <w:t>27</w:t>
            </w:r>
            <w:r w:rsidR="00694694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>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A81A01">
              <w:rPr>
                <w:i/>
                <w:sz w:val="28"/>
                <w:szCs w:val="28"/>
              </w:rPr>
              <w:t xml:space="preserve">8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1B44B12F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475571" cy="450850"/>
                <wp:effectExtent l="0" t="0" r="127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571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6D0149CC" w:rsidR="00D658FB" w:rsidRPr="003F166D" w:rsidRDefault="00D658FB" w:rsidP="003F166D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="003F166D" w:rsidRPr="003F166D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Thông báo số </w:t>
                            </w:r>
                            <w:r w:rsidR="00A81A01" w:rsidRPr="00A81A01">
                              <w:rPr>
                                <w:sz w:val="22"/>
                                <w:szCs w:val="22"/>
                                <w:lang w:val="fr-FR"/>
                              </w:rPr>
                              <w:t>391/TB-VPCP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94.9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" stroked="f">
                <v:textbox>
                  <w:txbxContent>
                    <w:p w14:paraId="40A8FEB1" w14:textId="6D0149CC" w:rsidR="00D658FB" w:rsidRPr="003F166D" w:rsidRDefault="00D658FB" w:rsidP="003F166D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="003F166D" w:rsidRPr="003F166D">
                        <w:rPr>
                          <w:sz w:val="22"/>
                          <w:szCs w:val="22"/>
                          <w:lang w:val="fr-FR"/>
                        </w:rPr>
                        <w:t xml:space="preserve">Thông báo số </w:t>
                      </w:r>
                      <w:r w:rsidR="00A81A01" w:rsidRPr="00A81A01">
                        <w:rPr>
                          <w:sz w:val="22"/>
                          <w:szCs w:val="22"/>
                          <w:lang w:val="fr-FR"/>
                        </w:rPr>
                        <w:t>391/TB-VPCP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77777777" w:rsidR="000A12A4" w:rsidRDefault="000A12A4">
      <w:pPr>
        <w:rPr>
          <w:sz w:val="14"/>
        </w:rPr>
      </w:pPr>
    </w:p>
    <w:p w14:paraId="07742405" w14:textId="77777777" w:rsidR="008632A6" w:rsidRDefault="008632A6">
      <w:pPr>
        <w:rPr>
          <w:sz w:val="14"/>
        </w:rPr>
      </w:pPr>
    </w:p>
    <w:p w14:paraId="06C65346" w14:textId="77777777" w:rsidR="003F166D" w:rsidRDefault="004905FB" w:rsidP="0035046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</w:p>
    <w:p w14:paraId="6E09BC02" w14:textId="35570FA4" w:rsidR="003F166D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Giao thông vận tải;</w:t>
      </w:r>
    </w:p>
    <w:p w14:paraId="67FFE908" w14:textId="76830094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Kế hoạch và Đầu tư;</w:t>
      </w:r>
    </w:p>
    <w:p w14:paraId="1ABA2A60" w14:textId="05FEB986" w:rsidR="00A373E4" w:rsidRDefault="00A373E4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Tài nguyên và Môi trường;</w:t>
      </w:r>
    </w:p>
    <w:p w14:paraId="181FFDFB" w14:textId="52B68A1C" w:rsidR="00A373E4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Sở Xây dựng;</w:t>
      </w:r>
    </w:p>
    <w:p w14:paraId="3FDD326F" w14:textId="0365E422" w:rsidR="005F744B" w:rsidRPr="003F166D" w:rsidRDefault="005F744B" w:rsidP="003F166D">
      <w:pPr>
        <w:pStyle w:val="ListParagraph"/>
        <w:numPr>
          <w:ilvl w:val="0"/>
          <w:numId w:val="20"/>
        </w:numPr>
        <w:ind w:left="4253" w:right="-108"/>
        <w:rPr>
          <w:sz w:val="28"/>
          <w:szCs w:val="28"/>
        </w:rPr>
      </w:pPr>
      <w:r>
        <w:rPr>
          <w:sz w:val="28"/>
          <w:szCs w:val="28"/>
        </w:rPr>
        <w:t>Ban quản lý dự án ĐTXD ngành Giao thông.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07F1B273" w:rsid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hông báo </w:t>
      </w:r>
      <w:r w:rsidR="00492E8E">
        <w:rPr>
          <w:sz w:val="28"/>
          <w:szCs w:val="28"/>
        </w:rPr>
        <w:t xml:space="preserve">số </w:t>
      </w:r>
      <w:r w:rsidR="00A81A01">
        <w:rPr>
          <w:sz w:val="28"/>
          <w:szCs w:val="28"/>
        </w:rPr>
        <w:t>39</w:t>
      </w:r>
      <w:r w:rsidR="00F35D0C">
        <w:rPr>
          <w:sz w:val="28"/>
          <w:szCs w:val="28"/>
        </w:rPr>
        <w:t>1</w:t>
      </w:r>
      <w:r w:rsidR="00A90B5D" w:rsidRPr="00A90B5D">
        <w:rPr>
          <w:sz w:val="28"/>
          <w:szCs w:val="28"/>
        </w:rPr>
        <w:t>/TB-VPCP</w:t>
      </w:r>
      <w:r w:rsidR="00A90B5D">
        <w:rPr>
          <w:sz w:val="28"/>
          <w:szCs w:val="28"/>
        </w:rPr>
        <w:t xml:space="preserve"> </w:t>
      </w:r>
      <w:r w:rsidR="00492E8E">
        <w:rPr>
          <w:sz w:val="28"/>
          <w:szCs w:val="28"/>
        </w:rPr>
        <w:t xml:space="preserve">ngày </w:t>
      </w:r>
      <w:r w:rsidR="00B21079">
        <w:rPr>
          <w:sz w:val="28"/>
          <w:szCs w:val="28"/>
        </w:rPr>
        <w:t>19/8</w:t>
      </w:r>
      <w:bookmarkStart w:id="0" w:name="_GoBack"/>
      <w:bookmarkEnd w:id="0"/>
      <w:r w:rsidR="00295E94">
        <w:rPr>
          <w:sz w:val="28"/>
          <w:szCs w:val="28"/>
        </w:rPr>
        <w:t>/2024</w:t>
      </w:r>
      <w:r w:rsidR="003F166D">
        <w:rPr>
          <w:sz w:val="28"/>
          <w:szCs w:val="28"/>
        </w:rPr>
        <w:t xml:space="preserve"> </w:t>
      </w:r>
      <w:r w:rsidR="001F6C8A">
        <w:rPr>
          <w:sz w:val="28"/>
          <w:szCs w:val="28"/>
        </w:rPr>
        <w:t xml:space="preserve">của Văn phòng Chính phủ </w:t>
      </w:r>
      <w:r w:rsidR="003F166D">
        <w:rPr>
          <w:sz w:val="28"/>
          <w:szCs w:val="28"/>
        </w:rPr>
        <w:t xml:space="preserve">về </w:t>
      </w:r>
      <w:r w:rsidR="003F166D" w:rsidRPr="003F166D">
        <w:rPr>
          <w:sz w:val="28"/>
          <w:szCs w:val="28"/>
        </w:rPr>
        <w:t xml:space="preserve">kết luận của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hủ tướng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phủ </w:t>
      </w:r>
      <w:r w:rsidR="00A373E4">
        <w:rPr>
          <w:sz w:val="28"/>
          <w:szCs w:val="28"/>
        </w:rPr>
        <w:t>P</w:t>
      </w:r>
      <w:r w:rsidR="00A373E4" w:rsidRPr="00A373E4">
        <w:rPr>
          <w:sz w:val="28"/>
          <w:szCs w:val="28"/>
        </w:rPr>
        <w:t xml:space="preserve">hạm </w:t>
      </w:r>
      <w:r w:rsidR="00A373E4">
        <w:rPr>
          <w:sz w:val="28"/>
          <w:szCs w:val="28"/>
        </w:rPr>
        <w:t>M</w:t>
      </w:r>
      <w:r w:rsidR="00A373E4" w:rsidRPr="00A373E4">
        <w:rPr>
          <w:sz w:val="28"/>
          <w:szCs w:val="28"/>
        </w:rPr>
        <w:t xml:space="preserve">inh </w:t>
      </w:r>
      <w:r w:rsidR="00A373E4">
        <w:rPr>
          <w:sz w:val="28"/>
          <w:szCs w:val="28"/>
        </w:rPr>
        <w:t>C</w:t>
      </w:r>
      <w:r w:rsidR="00A373E4" w:rsidRPr="00A373E4">
        <w:rPr>
          <w:sz w:val="28"/>
          <w:szCs w:val="28"/>
        </w:rPr>
        <w:t xml:space="preserve">hính - </w:t>
      </w:r>
      <w:r w:rsidR="00A373E4">
        <w:rPr>
          <w:sz w:val="28"/>
          <w:szCs w:val="28"/>
        </w:rPr>
        <w:t>T</w:t>
      </w:r>
      <w:r w:rsidR="00A373E4" w:rsidRPr="00A373E4">
        <w:rPr>
          <w:sz w:val="28"/>
          <w:szCs w:val="28"/>
        </w:rPr>
        <w:t xml:space="preserve">rưởng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>an</w:t>
      </w:r>
      <w:r w:rsidR="00295E94">
        <w:rPr>
          <w:sz w:val="28"/>
          <w:szCs w:val="28"/>
        </w:rPr>
        <w:t xml:space="preserve"> chỉ đạo tại phiên họp lần thứ </w:t>
      </w:r>
      <w:r w:rsidR="00A81A01">
        <w:rPr>
          <w:sz w:val="28"/>
          <w:szCs w:val="28"/>
        </w:rPr>
        <w:t>13</w:t>
      </w:r>
      <w:r w:rsidR="00A373E4" w:rsidRPr="00A373E4">
        <w:rPr>
          <w:sz w:val="28"/>
          <w:szCs w:val="28"/>
        </w:rPr>
        <w:t xml:space="preserve"> </w:t>
      </w:r>
      <w:r w:rsidR="00A373E4">
        <w:rPr>
          <w:sz w:val="28"/>
          <w:szCs w:val="28"/>
        </w:rPr>
        <w:t>B</w:t>
      </w:r>
      <w:r w:rsidR="00A373E4" w:rsidRPr="00A373E4">
        <w:rPr>
          <w:sz w:val="28"/>
          <w:szCs w:val="28"/>
        </w:rPr>
        <w:t xml:space="preserve">an chỉ đạo </w:t>
      </w:r>
      <w:r w:rsidR="00A373E4">
        <w:rPr>
          <w:sz w:val="28"/>
          <w:szCs w:val="28"/>
        </w:rPr>
        <w:t>N</w:t>
      </w:r>
      <w:r w:rsidR="00A373E4" w:rsidRPr="00A373E4">
        <w:rPr>
          <w:sz w:val="28"/>
          <w:szCs w:val="28"/>
        </w:rPr>
        <w:t xml:space="preserve">hà nước các công trình, dự án quan trọng quốc gia, trọng điểm ngành </w:t>
      </w:r>
      <w:r w:rsidR="00A373E4">
        <w:rPr>
          <w:sz w:val="28"/>
          <w:szCs w:val="28"/>
        </w:rPr>
        <w:t>G</w:t>
      </w:r>
      <w:r w:rsidR="00A373E4" w:rsidRPr="00A373E4">
        <w:rPr>
          <w:sz w:val="28"/>
          <w:szCs w:val="28"/>
        </w:rPr>
        <w:t>iao thông vận tải</w:t>
      </w:r>
      <w:r w:rsidR="00A373E4" w:rsidRPr="007F10F0">
        <w:rPr>
          <w:sz w:val="28"/>
          <w:szCs w:val="28"/>
        </w:rPr>
        <w:t>.</w:t>
      </w:r>
    </w:p>
    <w:p w14:paraId="36CAA8DC" w14:textId="663FE8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F166D" w:rsidRPr="003F166D">
        <w:rPr>
          <w:sz w:val="28"/>
          <w:szCs w:val="28"/>
        </w:rPr>
        <w:t xml:space="preserve">Thông báo </w:t>
      </w:r>
      <w:r w:rsidR="003F166D">
        <w:rPr>
          <w:sz w:val="28"/>
          <w:szCs w:val="28"/>
        </w:rPr>
        <w:t xml:space="preserve">số </w:t>
      </w:r>
      <w:r w:rsidR="00A81A01">
        <w:rPr>
          <w:sz w:val="28"/>
          <w:szCs w:val="28"/>
        </w:rPr>
        <w:t>39</w:t>
      </w:r>
      <w:r w:rsidR="00F35D0C">
        <w:rPr>
          <w:sz w:val="28"/>
          <w:szCs w:val="28"/>
        </w:rPr>
        <w:t>1</w:t>
      </w:r>
      <w:r w:rsidR="003F166D" w:rsidRPr="003F166D">
        <w:rPr>
          <w:sz w:val="28"/>
          <w:szCs w:val="28"/>
        </w:rPr>
        <w:t>/TB-VPCP</w:t>
      </w:r>
      <w:r w:rsidR="003F166D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các 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>, thực hiện.</w:t>
      </w:r>
    </w:p>
    <w:p w14:paraId="17BCE05B" w14:textId="11EFBC0E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5A0E9C">
        <w:rPr>
          <w:sz w:val="28"/>
          <w:szCs w:val="28"/>
        </w:rPr>
        <w:t>Thông báo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7D642D39" w:rsidR="008C0A0B" w:rsidRPr="00316EAA" w:rsidRDefault="009A2728" w:rsidP="00E825B1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E825B1">
              <w:rPr>
                <w:sz w:val="16"/>
                <w:szCs w:val="16"/>
              </w:rPr>
              <w:t>DAGT)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0096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C8A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0B7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5F744B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694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2793E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A01"/>
    <w:rsid w:val="00A81F49"/>
    <w:rsid w:val="00A8202C"/>
    <w:rsid w:val="00A857C2"/>
    <w:rsid w:val="00A86435"/>
    <w:rsid w:val="00A8773B"/>
    <w:rsid w:val="00A90B5D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079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361D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25B1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5D0C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2C7E6-2E64-4EB5-B6B7-FE71A7C88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5</cp:revision>
  <cp:lastPrinted>2022-05-28T04:46:00Z</cp:lastPrinted>
  <dcterms:created xsi:type="dcterms:W3CDTF">2024-08-27T01:31:00Z</dcterms:created>
  <dcterms:modified xsi:type="dcterms:W3CDTF">2024-08-27T10:35:00Z</dcterms:modified>
</cp:coreProperties>
</file>